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46FBB091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76B6A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76B6A" w:rsidRPr="00176B6A">
        <w:rPr>
          <w:rFonts w:asciiTheme="majorHAnsi" w:eastAsia="Times New Roman" w:hAnsiTheme="majorHAnsi" w:cs="Times New Roman"/>
          <w:lang w:eastAsia="cs-CZ"/>
        </w:rPr>
        <w:t>4</w:t>
      </w:r>
      <w:r w:rsidR="00176B6A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1CDC9C1A" w:rsidR="00ED73E7" w:rsidRDefault="00176B6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65D64B1" wp14:editId="61C84E7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974903206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C0CA2F" w14:textId="57193BD3" w:rsidR="00176B6A" w:rsidRPr="00176B6A" w:rsidRDefault="00176B6A" w:rsidP="00176B6A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76B6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5D64B1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8C0CA2F" w14:textId="57193BD3" w:rsidR="00176B6A" w:rsidRPr="00176B6A" w:rsidRDefault="00176B6A" w:rsidP="00176B6A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76B6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38D1366B" w:rsidR="00F1715C" w:rsidRPr="00B8518B" w:rsidRDefault="00176B6A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4D216EBA" wp14:editId="127A6604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26596726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AD9BE7F" w14:textId="5E6DB4B9" w:rsidR="00176B6A" w:rsidRPr="00176B6A" w:rsidRDefault="00176B6A" w:rsidP="00176B6A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76B6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D216EB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0AD9BE7F" w14:textId="5E6DB4B9" w:rsidR="00176B6A" w:rsidRPr="00176B6A" w:rsidRDefault="00176B6A" w:rsidP="00176B6A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76B6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08773783" w:rsidR="00F1715C" w:rsidRPr="00B8518B" w:rsidRDefault="00176B6A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60995443" wp14:editId="04CAB05D">
                    <wp:simplePos x="449179" y="401053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2058188633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26D9F5E" w14:textId="4287801C" w:rsidR="00176B6A" w:rsidRPr="00176B6A" w:rsidRDefault="00176B6A" w:rsidP="00176B6A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76B6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099544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      <v:fill o:detectmouseclick="t"/>
                    <v:textbox style="mso-fit-shape-to-text:t" inset="0,15pt,0,0">
                      <w:txbxContent>
                        <w:p w14:paraId="026D9F5E" w14:textId="4287801C" w:rsidR="00176B6A" w:rsidRPr="00176B6A" w:rsidRDefault="00176B6A" w:rsidP="00176B6A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76B6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76B6A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A5E0B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2020-02-20T08:56:00Z</dcterms:created>
  <dcterms:modified xsi:type="dcterms:W3CDTF">2025-07-17T13:41:00Z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7aad7759,3a1bd7a6,195d576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